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D30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261D307" w14:textId="77777777" w:rsidR="0022369B" w:rsidRPr="0075012D" w:rsidRDefault="00111D93" w:rsidP="00B86FCC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m</w:t>
      </w:r>
      <w:r w:rsidR="00B86FCC" w:rsidRPr="0075012D">
        <w:rPr>
          <w:rFonts w:ascii="Arial" w:hAnsi="Arial"/>
        </w:rPr>
        <w:t xml:space="preserve">ontage-element voor </w:t>
      </w:r>
      <w:r w:rsidR="00797289" w:rsidRPr="0075012D">
        <w:rPr>
          <w:rFonts w:ascii="Arial" w:hAnsi="Arial"/>
        </w:rPr>
        <w:t>staande kinder- en baby-wc</w:t>
      </w:r>
      <w:r w:rsidR="000269C2" w:rsidRPr="0075012D">
        <w:rPr>
          <w:rFonts w:ascii="Arial" w:hAnsi="Arial"/>
        </w:rPr>
        <w:t xml:space="preserve"> </w:t>
      </w:r>
      <w:r w:rsidR="0075012D" w:rsidRPr="0075012D">
        <w:rPr>
          <w:rFonts w:ascii="Arial" w:hAnsi="Arial"/>
        </w:rPr>
        <w:t>(</w:t>
      </w:r>
      <w:r w:rsidR="000269C2" w:rsidRPr="0075012D">
        <w:rPr>
          <w:rFonts w:ascii="Arial" w:hAnsi="Arial"/>
        </w:rPr>
        <w:t>met zichtbare toevoer- afvoermanchetten</w:t>
      </w:r>
      <w:r w:rsidR="0075012D" w:rsidRPr="0075012D">
        <w:rPr>
          <w:rFonts w:ascii="Arial" w:hAnsi="Arial"/>
        </w:rPr>
        <w:t>)</w:t>
      </w:r>
      <w:r w:rsidR="00283DAD" w:rsidRPr="0075012D">
        <w:rPr>
          <w:rFonts w:ascii="Arial" w:hAnsi="Arial"/>
        </w:rPr>
        <w:t xml:space="preserve">, </w:t>
      </w:r>
      <w:r w:rsidR="00797289" w:rsidRPr="0075012D">
        <w:rPr>
          <w:rFonts w:ascii="Arial" w:hAnsi="Arial"/>
        </w:rPr>
        <w:t xml:space="preserve">voor staand wc met vlakke achterwand "type back to wall", </w:t>
      </w:r>
      <w:r w:rsidR="00283DAD" w:rsidRPr="0075012D">
        <w:rPr>
          <w:rFonts w:ascii="Arial" w:hAnsi="Arial"/>
        </w:rPr>
        <w:t>voor montage in kamerhoge lichte wanden (vóorzetwanden of scheidingswanden)</w:t>
      </w:r>
    </w:p>
    <w:p w14:paraId="2261D309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2261D30A" w14:textId="4A091C36" w:rsidR="00810B4F" w:rsidRPr="00212912" w:rsidRDefault="00810B4F" w:rsidP="00810B4F">
      <w:pPr>
        <w:pStyle w:val="Bulleted2"/>
        <w:rPr>
          <w:rFonts w:ascii="Arial" w:hAnsi="Arial"/>
        </w:rPr>
      </w:pPr>
      <w:r w:rsidRPr="00212912">
        <w:rPr>
          <w:rFonts w:ascii="Arial" w:hAnsi="Arial"/>
        </w:rPr>
        <w:t xml:space="preserve">inbouwspoelreservoir: </w:t>
      </w:r>
      <w:r w:rsidR="00212912">
        <w:rPr>
          <w:rFonts w:ascii="Arial" w:hAnsi="Arial"/>
        </w:rPr>
        <w:br/>
      </w:r>
      <w:r w:rsidRPr="00212912">
        <w:rPr>
          <w:rFonts w:ascii="Arial" w:hAnsi="Arial"/>
        </w:rPr>
        <w:t xml:space="preserve">zie </w:t>
      </w:r>
      <w:r w:rsidR="00763B05" w:rsidRPr="0079091F">
        <w:rPr>
          <w:rFonts w:ascii="Arial" w:hAnsi="Arial"/>
        </w:rPr>
        <w:t>GEDETAILLEERDE BESCHRIJVING VAN HET INBOUWSPOELRESERVOIR</w:t>
      </w:r>
    </w:p>
    <w:p w14:paraId="2261D30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261D3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61D30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261D30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61D30F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(ø90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en overgangsmof (</w:t>
      </w:r>
      <w:r w:rsidRPr="000C0EB2">
        <w:rPr>
          <w:rFonts w:ascii="Arial" w:hAnsi="Arial"/>
        </w:rPr>
        <w:t>ø90</w:t>
      </w:r>
      <w:r>
        <w:rPr>
          <w:rFonts w:ascii="Arial" w:hAnsi="Arial"/>
        </w:rPr>
        <w:t xml:space="preserve"> mm / </w:t>
      </w:r>
      <w:r w:rsidRPr="000C0EB2">
        <w:rPr>
          <w:rFonts w:ascii="Arial" w:hAnsi="Arial"/>
        </w:rPr>
        <w:t>ø</w:t>
      </w:r>
      <w:r>
        <w:rPr>
          <w:rFonts w:ascii="Arial" w:hAnsi="Arial"/>
        </w:rPr>
        <w:t>11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261D310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261D31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261D312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2261D313" w14:textId="7961147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2261D31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2261D31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261D316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261D31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261D318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2261D31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261D31A" w14:textId="77777777" w:rsidR="00DF434B" w:rsidRPr="0075012D" w:rsidRDefault="00DF434B" w:rsidP="00DF434B">
      <w:pPr>
        <w:pStyle w:val="Bulleted1"/>
        <w:rPr>
          <w:rFonts w:ascii="Arial" w:hAnsi="Arial"/>
        </w:rPr>
      </w:pPr>
      <w:bookmarkStart w:id="2" w:name="_Hlk37251720"/>
      <w:r w:rsidRPr="0075012D">
        <w:rPr>
          <w:rFonts w:ascii="Arial" w:hAnsi="Arial"/>
        </w:rPr>
        <w:t>de afvoermanchet (ø 85/95 mm) is wit van kleur</w:t>
      </w:r>
    </w:p>
    <w:bookmarkEnd w:id="2"/>
    <w:p w14:paraId="2261D31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61D31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261D31D" w14:textId="77777777" w:rsidR="00DF434B" w:rsidRPr="0075012D" w:rsidRDefault="00DF434B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de toevoermanchet (ø45 mm) is van wit van kleur</w:t>
      </w:r>
    </w:p>
    <w:p w14:paraId="2261D31E" w14:textId="77777777" w:rsidR="006C54B0" w:rsidRPr="0075012D" w:rsidRDefault="006C54B0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lastRenderedPageBreak/>
        <w:t>montagesteun voor spoelbocht in hoogte instelbaar van 26 tot 35 cm</w:t>
      </w:r>
    </w:p>
    <w:p w14:paraId="2261D31F" w14:textId="77777777" w:rsidR="00C469C2" w:rsidRPr="00E34406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2261D320" w14:textId="77777777" w:rsidR="00E34406" w:rsidRPr="0075012D" w:rsidRDefault="0075012D" w:rsidP="00D426C3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 xml:space="preserve">een </w:t>
      </w:r>
      <w:r w:rsidR="00E34406" w:rsidRPr="0075012D">
        <w:rPr>
          <w:rFonts w:ascii="Arial" w:hAnsi="Arial"/>
        </w:rPr>
        <w:t>debietmoderator is voorgemonteerd</w:t>
      </w:r>
    </w:p>
    <w:p w14:paraId="2261D32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261D328" w14:textId="77777777" w:rsidTr="00A2047D">
        <w:tc>
          <w:tcPr>
            <w:tcW w:w="1163" w:type="dxa"/>
          </w:tcPr>
          <w:p w14:paraId="2261D32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261D32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2261D324" w14:textId="77777777" w:rsidR="0020639C" w:rsidRPr="00735DE7" w:rsidRDefault="0020639C" w:rsidP="00157D48"/>
        </w:tc>
        <w:tc>
          <w:tcPr>
            <w:tcW w:w="142" w:type="dxa"/>
          </w:tcPr>
          <w:p w14:paraId="2261D325" w14:textId="77777777" w:rsidR="0020639C" w:rsidRPr="00735DE7" w:rsidRDefault="0020639C" w:rsidP="00157D48"/>
        </w:tc>
        <w:tc>
          <w:tcPr>
            <w:tcW w:w="142" w:type="dxa"/>
          </w:tcPr>
          <w:p w14:paraId="2261D326" w14:textId="77777777" w:rsidR="0020639C" w:rsidRPr="00735DE7" w:rsidRDefault="0020639C" w:rsidP="00157D48"/>
        </w:tc>
        <w:tc>
          <w:tcPr>
            <w:tcW w:w="6713" w:type="dxa"/>
          </w:tcPr>
          <w:p w14:paraId="2261D32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261D32F" w14:textId="77777777" w:rsidTr="00A2047D">
        <w:tc>
          <w:tcPr>
            <w:tcW w:w="1163" w:type="dxa"/>
          </w:tcPr>
          <w:p w14:paraId="2261D32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2261D32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261D32B" w14:textId="77777777" w:rsidR="0020639C" w:rsidRPr="00735DE7" w:rsidRDefault="0020639C" w:rsidP="00157D48"/>
        </w:tc>
        <w:tc>
          <w:tcPr>
            <w:tcW w:w="142" w:type="dxa"/>
          </w:tcPr>
          <w:p w14:paraId="2261D32C" w14:textId="77777777" w:rsidR="0020639C" w:rsidRPr="00735DE7" w:rsidRDefault="0020639C" w:rsidP="00157D48"/>
        </w:tc>
        <w:tc>
          <w:tcPr>
            <w:tcW w:w="142" w:type="dxa"/>
          </w:tcPr>
          <w:p w14:paraId="2261D32D" w14:textId="77777777" w:rsidR="0020639C" w:rsidRPr="00735DE7" w:rsidRDefault="0020639C" w:rsidP="00157D48"/>
        </w:tc>
        <w:tc>
          <w:tcPr>
            <w:tcW w:w="6713" w:type="dxa"/>
          </w:tcPr>
          <w:p w14:paraId="2261D32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261D336" w14:textId="77777777" w:rsidTr="00A2047D">
        <w:tc>
          <w:tcPr>
            <w:tcW w:w="1163" w:type="dxa"/>
          </w:tcPr>
          <w:p w14:paraId="2261D33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2261D331" w14:textId="77777777" w:rsidR="0020639C" w:rsidRPr="00735DE7" w:rsidRDefault="00F902BE" w:rsidP="00157D48">
            <w:pPr>
              <w:jc w:val="right"/>
            </w:pPr>
            <w:r>
              <w:t>12</w:t>
            </w:r>
          </w:p>
        </w:tc>
        <w:tc>
          <w:tcPr>
            <w:tcW w:w="85" w:type="dxa"/>
          </w:tcPr>
          <w:p w14:paraId="2261D332" w14:textId="77777777" w:rsidR="0020639C" w:rsidRPr="00735DE7" w:rsidRDefault="0020639C" w:rsidP="00157D48"/>
        </w:tc>
        <w:tc>
          <w:tcPr>
            <w:tcW w:w="142" w:type="dxa"/>
          </w:tcPr>
          <w:p w14:paraId="2261D333" w14:textId="77777777" w:rsidR="0020639C" w:rsidRPr="00735DE7" w:rsidRDefault="0020639C" w:rsidP="00157D48"/>
        </w:tc>
        <w:tc>
          <w:tcPr>
            <w:tcW w:w="142" w:type="dxa"/>
          </w:tcPr>
          <w:p w14:paraId="2261D334" w14:textId="77777777" w:rsidR="0020639C" w:rsidRPr="00735DE7" w:rsidRDefault="0020639C" w:rsidP="00157D48"/>
        </w:tc>
        <w:tc>
          <w:tcPr>
            <w:tcW w:w="6713" w:type="dxa"/>
          </w:tcPr>
          <w:p w14:paraId="2261D33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902BE">
              <w:rPr>
                <w:rFonts w:ascii="Arial" w:hAnsi="Arial"/>
              </w:rPr>
              <w:t>zonder</w:t>
            </w:r>
            <w:r>
              <w:rPr>
                <w:rFonts w:ascii="Arial" w:hAnsi="Arial"/>
              </w:rPr>
              <w:t xml:space="preserve"> afvoerboch</w:t>
            </w:r>
            <w:r w:rsidR="005E112D">
              <w:rPr>
                <w:rFonts w:ascii="Arial" w:hAnsi="Arial"/>
              </w:rPr>
              <w:t>t</w:t>
            </w:r>
            <w:r w:rsidR="00F902BE">
              <w:rPr>
                <w:rFonts w:ascii="Arial" w:hAnsi="Arial"/>
              </w:rPr>
              <w:t xml:space="preserve"> en muurbevestigingsset</w:t>
            </w:r>
            <w:r>
              <w:rPr>
                <w:rFonts w:ascii="Arial" w:hAnsi="Arial"/>
              </w:rPr>
              <w:t>)</w:t>
            </w:r>
          </w:p>
        </w:tc>
      </w:tr>
    </w:tbl>
    <w:p w14:paraId="2261D33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2261D338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61D339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2261D33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261D33B" w14:textId="027FF785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2476ABC" w14:textId="08D6515F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FC4DED" w14:textId="0A463398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235FBDA" w14:textId="5A5036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B4D11B7" w14:textId="77777777" w:rsidR="002307CD" w:rsidRPr="000B2641" w:rsidRDefault="002307CD" w:rsidP="002307CD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6AD80F4" w14:textId="77777777" w:rsidR="002307CD" w:rsidRDefault="002307CD" w:rsidP="002307CD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9390AED" w14:textId="77777777" w:rsidR="002307CD" w:rsidRPr="000B2641" w:rsidRDefault="002307CD" w:rsidP="002307CD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0C64EA5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67F911C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6EE8FCD" w14:textId="366D8C79" w:rsidR="002307CD" w:rsidRPr="00374722" w:rsidRDefault="002307CD" w:rsidP="002307CD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790F80E3" w14:textId="77777777" w:rsidR="002307CD" w:rsidRPr="00B64DD5" w:rsidRDefault="002307CD" w:rsidP="002307CD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2D0875D" w14:textId="77777777" w:rsidR="002307CD" w:rsidRPr="00981C24" w:rsidRDefault="002307CD" w:rsidP="002307CD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4E5E136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FDBA1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DD81C4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6C1C489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29D6F3F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0CC19590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79936856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7169FD5" w14:textId="77777777" w:rsidR="002307CD" w:rsidRPr="00FB5AEC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FE7A22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2A03655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7511565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CAEBE92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6D1E30B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000E83" w14:textId="77777777" w:rsidR="002307CD" w:rsidRPr="00AA32BA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639988D" w14:textId="77777777" w:rsidR="002307CD" w:rsidRPr="00D23943" w:rsidRDefault="002307CD" w:rsidP="002307CD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A9E0E59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5C993DD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DE6C60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947378F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5C2B341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07AAA68" w14:textId="77777777" w:rsidR="002307CD" w:rsidRPr="007704EC" w:rsidRDefault="002307CD" w:rsidP="002307CD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CE80CE7" w14:textId="77777777" w:rsidR="002307CD" w:rsidRPr="005A7699" w:rsidRDefault="002307CD" w:rsidP="002307CD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6D43F1CD" w14:textId="77777777" w:rsidR="002307CD" w:rsidRPr="00475F84" w:rsidRDefault="002307CD" w:rsidP="002307CD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A042D3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9309482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7BE22B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4474229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6CC2241D" w14:textId="77777777" w:rsidR="002307CD" w:rsidRPr="00821A1F" w:rsidRDefault="002307CD" w:rsidP="002307CD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6EF06B3D" w14:textId="77777777" w:rsidR="002307CD" w:rsidRDefault="002307CD" w:rsidP="002307CD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84EE2FF" w14:textId="77777777" w:rsidR="002307CD" w:rsidRPr="005D2504" w:rsidRDefault="002307CD" w:rsidP="002307CD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2567106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7DED08FE" w14:textId="23B2C717" w:rsidR="002307CD" w:rsidRPr="002307CD" w:rsidRDefault="002307CD" w:rsidP="002307CD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C8C7BA0" w14:textId="5AED9921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8187A73" w14:textId="0E1E8A76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4B28DEF" w14:textId="77777777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97F06B7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307CD" w:rsidRPr="002F1F73" w14:paraId="47BF4CF5" w14:textId="77777777" w:rsidTr="005E066F">
        <w:tc>
          <w:tcPr>
            <w:tcW w:w="1163" w:type="dxa"/>
          </w:tcPr>
          <w:p w14:paraId="6931597E" w14:textId="77777777" w:rsidR="002307CD" w:rsidRPr="002F1F73" w:rsidRDefault="002307CD" w:rsidP="005E066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5432DC3" w14:textId="77777777" w:rsidR="002307CD" w:rsidRPr="002F1F73" w:rsidRDefault="002307CD" w:rsidP="005E066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1D3F5667" w14:textId="77777777" w:rsidR="002307CD" w:rsidRPr="002F1F73" w:rsidRDefault="002307CD" w:rsidP="005E066F"/>
        </w:tc>
        <w:tc>
          <w:tcPr>
            <w:tcW w:w="142" w:type="dxa"/>
          </w:tcPr>
          <w:p w14:paraId="21E2689D" w14:textId="77777777" w:rsidR="002307CD" w:rsidRPr="002F1F73" w:rsidRDefault="002307CD" w:rsidP="005E066F"/>
        </w:tc>
        <w:tc>
          <w:tcPr>
            <w:tcW w:w="142" w:type="dxa"/>
          </w:tcPr>
          <w:p w14:paraId="05D4158C" w14:textId="77777777" w:rsidR="002307CD" w:rsidRPr="002F1F73" w:rsidRDefault="002307CD" w:rsidP="005E066F"/>
        </w:tc>
        <w:tc>
          <w:tcPr>
            <w:tcW w:w="5300" w:type="dxa"/>
          </w:tcPr>
          <w:p w14:paraId="344B4C6A" w14:textId="77777777" w:rsidR="002307CD" w:rsidRPr="002F1F73" w:rsidRDefault="002307CD" w:rsidP="005E066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307CD" w:rsidRPr="00346C8E" w14:paraId="25173779" w14:textId="77777777" w:rsidTr="005E066F">
        <w:tc>
          <w:tcPr>
            <w:tcW w:w="1163" w:type="dxa"/>
          </w:tcPr>
          <w:p w14:paraId="10F833AA" w14:textId="77777777" w:rsidR="002307CD" w:rsidRPr="00346C8E" w:rsidRDefault="002307CD" w:rsidP="005E066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CE2C060" w14:textId="77777777" w:rsidR="002307CD" w:rsidRPr="00346C8E" w:rsidRDefault="002307CD" w:rsidP="005E066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1FADE85" w14:textId="77777777" w:rsidR="002307CD" w:rsidRPr="00346C8E" w:rsidRDefault="002307CD" w:rsidP="005E066F"/>
        </w:tc>
        <w:tc>
          <w:tcPr>
            <w:tcW w:w="142" w:type="dxa"/>
          </w:tcPr>
          <w:p w14:paraId="50375E45" w14:textId="77777777" w:rsidR="002307CD" w:rsidRPr="00346C8E" w:rsidRDefault="002307CD" w:rsidP="005E066F"/>
        </w:tc>
        <w:tc>
          <w:tcPr>
            <w:tcW w:w="142" w:type="dxa"/>
          </w:tcPr>
          <w:p w14:paraId="7728619E" w14:textId="77777777" w:rsidR="002307CD" w:rsidRPr="00346C8E" w:rsidRDefault="002307CD" w:rsidP="005E066F"/>
        </w:tc>
        <w:tc>
          <w:tcPr>
            <w:tcW w:w="5300" w:type="dxa"/>
          </w:tcPr>
          <w:p w14:paraId="6335E175" w14:textId="77777777" w:rsidR="002307CD" w:rsidRPr="00346C8E" w:rsidRDefault="002307CD" w:rsidP="005E066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307CD" w:rsidRPr="00292A26" w14:paraId="353968DD" w14:textId="77777777" w:rsidTr="005E066F">
        <w:tc>
          <w:tcPr>
            <w:tcW w:w="1163" w:type="dxa"/>
          </w:tcPr>
          <w:p w14:paraId="06B7DB00" w14:textId="77777777" w:rsidR="002307CD" w:rsidRPr="00735DE7" w:rsidRDefault="002307CD" w:rsidP="005E066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65951C3" w14:textId="77777777" w:rsidR="002307CD" w:rsidRPr="00735DE7" w:rsidRDefault="002307CD" w:rsidP="005E066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3BA2799C" w14:textId="77777777" w:rsidR="002307CD" w:rsidRPr="00735DE7" w:rsidRDefault="002307CD" w:rsidP="005E066F"/>
        </w:tc>
        <w:tc>
          <w:tcPr>
            <w:tcW w:w="142" w:type="dxa"/>
          </w:tcPr>
          <w:p w14:paraId="6320325B" w14:textId="77777777" w:rsidR="002307CD" w:rsidRPr="00735DE7" w:rsidRDefault="002307CD" w:rsidP="005E066F"/>
        </w:tc>
        <w:tc>
          <w:tcPr>
            <w:tcW w:w="142" w:type="dxa"/>
          </w:tcPr>
          <w:p w14:paraId="6538C158" w14:textId="77777777" w:rsidR="002307CD" w:rsidRPr="00735DE7" w:rsidRDefault="002307CD" w:rsidP="005E066F"/>
        </w:tc>
        <w:tc>
          <w:tcPr>
            <w:tcW w:w="5300" w:type="dxa"/>
          </w:tcPr>
          <w:p w14:paraId="4D5E4993" w14:textId="77777777" w:rsidR="002307CD" w:rsidRPr="00292A26" w:rsidRDefault="002307CD" w:rsidP="005E066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5D60829" w14:textId="0F03E4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358B03D" w14:textId="77777777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261D33D" w14:textId="77777777" w:rsidR="000C0EB2" w:rsidRPr="002307CD" w:rsidRDefault="000C0EB2" w:rsidP="002307CD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307CD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2261D341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261D33E" w14:textId="77777777" w:rsidR="000C0EB2" w:rsidRPr="00A75548" w:rsidRDefault="00F902BE" w:rsidP="00F902BE">
            <w:pPr>
              <w:rPr>
                <w:rFonts w:ascii="Arial" w:hAnsi="Arial" w:cs="Arial"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2261D346" wp14:editId="2261D347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3F" w14:textId="77777777" w:rsidR="000C0EB2" w:rsidRPr="00A75548" w:rsidRDefault="00F902BE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8" wp14:editId="2261D349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40" w14:textId="77777777" w:rsidR="000C0EB2" w:rsidRPr="00A75548" w:rsidRDefault="00F902BE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A" wp14:editId="2261D34B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2261D34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261D34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2261D344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2261D345" w14:textId="77777777" w:rsidR="00F902BE" w:rsidRDefault="00F902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12 cm (diepte)</w:t>
      </w:r>
    </w:p>
    <w:sectPr w:rsidR="00F902BE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D34E" w14:textId="77777777" w:rsidR="00E86DD7" w:rsidRDefault="00E86DD7">
      <w:r>
        <w:separator/>
      </w:r>
    </w:p>
  </w:endnote>
  <w:endnote w:type="continuationSeparator" w:id="0">
    <w:p w14:paraId="2261D34F" w14:textId="77777777" w:rsidR="00E86DD7" w:rsidRDefault="00E8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261D357" w14:textId="77777777">
      <w:tc>
        <w:tcPr>
          <w:tcW w:w="3392" w:type="dxa"/>
        </w:tcPr>
        <w:p w14:paraId="2261D354" w14:textId="74FA807F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91186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2261D35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261D356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261D35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D34C" w14:textId="77777777" w:rsidR="00E86DD7" w:rsidRDefault="00E86DD7">
      <w:r>
        <w:separator/>
      </w:r>
    </w:p>
  </w:footnote>
  <w:footnote w:type="continuationSeparator" w:id="0">
    <w:p w14:paraId="2261D34D" w14:textId="77777777" w:rsidR="00E86DD7" w:rsidRDefault="00E8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D351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D64EF4">
      <w:rPr>
        <w:rFonts w:ascii="Arial" w:hAnsi="Arial"/>
        <w:b/>
      </w:rPr>
      <w:t xml:space="preserve"> staande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261D35B" wp14:editId="2261D35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61D352" w14:textId="77777777" w:rsidR="007C7FFA" w:rsidRPr="00B64DD5" w:rsidRDefault="009B7EA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kinder- en baby-wc, </w:t>
    </w:r>
    <w:r w:rsidR="009A6132">
      <w:rPr>
        <w:rFonts w:ascii="Arial" w:hAnsi="Arial"/>
        <w:b/>
      </w:rPr>
      <w:t>111.</w:t>
    </w:r>
    <w:r w:rsidR="00415ED0">
      <w:rPr>
        <w:rFonts w:ascii="Arial" w:hAnsi="Arial"/>
        <w:b/>
      </w:rPr>
      <w:t>915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E56EE3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5469462">
    <w:abstractNumId w:val="16"/>
  </w:num>
  <w:num w:numId="2" w16cid:durableId="1237278905">
    <w:abstractNumId w:val="22"/>
  </w:num>
  <w:num w:numId="3" w16cid:durableId="1593510735">
    <w:abstractNumId w:val="4"/>
  </w:num>
  <w:num w:numId="4" w16cid:durableId="564726494">
    <w:abstractNumId w:val="3"/>
  </w:num>
  <w:num w:numId="5" w16cid:durableId="1799758102">
    <w:abstractNumId w:val="13"/>
  </w:num>
  <w:num w:numId="6" w16cid:durableId="1711419198">
    <w:abstractNumId w:val="15"/>
  </w:num>
  <w:num w:numId="7" w16cid:durableId="486551320">
    <w:abstractNumId w:val="6"/>
  </w:num>
  <w:num w:numId="8" w16cid:durableId="2140029410">
    <w:abstractNumId w:val="19"/>
  </w:num>
  <w:num w:numId="9" w16cid:durableId="780149846">
    <w:abstractNumId w:val="25"/>
  </w:num>
  <w:num w:numId="10" w16cid:durableId="693460707">
    <w:abstractNumId w:val="2"/>
  </w:num>
  <w:num w:numId="11" w16cid:durableId="1241989619">
    <w:abstractNumId w:val="12"/>
  </w:num>
  <w:num w:numId="12" w16cid:durableId="1177379291">
    <w:abstractNumId w:val="11"/>
  </w:num>
  <w:num w:numId="13" w16cid:durableId="579022676">
    <w:abstractNumId w:val="24"/>
  </w:num>
  <w:num w:numId="14" w16cid:durableId="1500193657">
    <w:abstractNumId w:val="7"/>
  </w:num>
  <w:num w:numId="15" w16cid:durableId="1865098476">
    <w:abstractNumId w:val="0"/>
  </w:num>
  <w:num w:numId="16" w16cid:durableId="54089495">
    <w:abstractNumId w:val="10"/>
  </w:num>
  <w:num w:numId="17" w16cid:durableId="225801149">
    <w:abstractNumId w:val="5"/>
  </w:num>
  <w:num w:numId="18" w16cid:durableId="206187737">
    <w:abstractNumId w:val="20"/>
  </w:num>
  <w:num w:numId="19" w16cid:durableId="509763603">
    <w:abstractNumId w:val="21"/>
  </w:num>
  <w:num w:numId="20" w16cid:durableId="44567309">
    <w:abstractNumId w:val="18"/>
  </w:num>
  <w:num w:numId="21" w16cid:durableId="406851056">
    <w:abstractNumId w:val="17"/>
  </w:num>
  <w:num w:numId="22" w16cid:durableId="1489055265">
    <w:abstractNumId w:val="14"/>
  </w:num>
  <w:num w:numId="23" w16cid:durableId="644437163">
    <w:abstractNumId w:val="23"/>
  </w:num>
  <w:num w:numId="24" w16cid:durableId="982582615">
    <w:abstractNumId w:val="8"/>
  </w:num>
  <w:num w:numId="25" w16cid:durableId="2141652960">
    <w:abstractNumId w:val="9"/>
  </w:num>
  <w:num w:numId="26" w16cid:durableId="826048204">
    <w:abstractNumId w:val="1"/>
  </w:num>
  <w:num w:numId="27" w16cid:durableId="43260360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11447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9C2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CF9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2B90"/>
    <w:rsid w:val="001D5DD5"/>
    <w:rsid w:val="001D79B0"/>
    <w:rsid w:val="001F0B2D"/>
    <w:rsid w:val="001F274C"/>
    <w:rsid w:val="001F3DE7"/>
    <w:rsid w:val="001F69E2"/>
    <w:rsid w:val="001F71C1"/>
    <w:rsid w:val="0020639C"/>
    <w:rsid w:val="00212912"/>
    <w:rsid w:val="00212E5D"/>
    <w:rsid w:val="0021689F"/>
    <w:rsid w:val="00217D8E"/>
    <w:rsid w:val="0022369B"/>
    <w:rsid w:val="00223BBE"/>
    <w:rsid w:val="002241EC"/>
    <w:rsid w:val="00224E30"/>
    <w:rsid w:val="00225933"/>
    <w:rsid w:val="002307CD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186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5ED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32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27E14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54B0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012D"/>
    <w:rsid w:val="0075351F"/>
    <w:rsid w:val="00753C5B"/>
    <w:rsid w:val="00754C43"/>
    <w:rsid w:val="0075713E"/>
    <w:rsid w:val="00757D34"/>
    <w:rsid w:val="00760976"/>
    <w:rsid w:val="00761685"/>
    <w:rsid w:val="00763B0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289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B7EA1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4C74"/>
    <w:rsid w:val="00B857EC"/>
    <w:rsid w:val="00B86FCC"/>
    <w:rsid w:val="00B9397F"/>
    <w:rsid w:val="00B94DC7"/>
    <w:rsid w:val="00B94EC0"/>
    <w:rsid w:val="00B94ED8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4EF4"/>
    <w:rsid w:val="00D67143"/>
    <w:rsid w:val="00D6744A"/>
    <w:rsid w:val="00D7173C"/>
    <w:rsid w:val="00D72698"/>
    <w:rsid w:val="00D7285C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434B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4406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DD7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2BE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261D30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63F1E-246B-45B5-A31E-7B24578CC880}">
  <ds:schemaRefs>
    <ds:schemaRef ds:uri="http://purl.org/dc/terms/"/>
    <ds:schemaRef ds:uri="http://schemas.microsoft.com/office/2006/documentManagement/types"/>
    <ds:schemaRef ds:uri="http://purl.org/dc/dcmitype/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49C915-9C90-4F30-A737-BDC469A68AF4}"/>
</file>

<file path=customXml/itemProps3.xml><?xml version="1.0" encoding="utf-8"?>
<ds:datastoreItem xmlns:ds="http://schemas.openxmlformats.org/officeDocument/2006/customXml" ds:itemID="{DC854F0C-8F70-4C5D-A085-0A307595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913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2023-12-20T12:14:00Z</dcterms:created>
  <dcterms:modified xsi:type="dcterms:W3CDTF">2023-12-20T12:17:00Z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